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C3" w:rsidRPr="007E22C3" w:rsidRDefault="007E22C3" w:rsidP="007E22C3">
      <w:pPr>
        <w:jc w:val="center"/>
        <w:rPr>
          <w:rFonts w:ascii="Algerian" w:hAnsi="Algerian"/>
          <w:color w:val="FF0000"/>
          <w:sz w:val="32"/>
          <w:szCs w:val="32"/>
          <w:u w:val="single"/>
        </w:rPr>
      </w:pPr>
      <w:r w:rsidRPr="007E22C3">
        <w:rPr>
          <w:rFonts w:ascii="Algerian" w:hAnsi="Algerian"/>
          <w:color w:val="FF0000"/>
          <w:sz w:val="32"/>
          <w:szCs w:val="32"/>
          <w:u w:val="single"/>
        </w:rPr>
        <w:t>I wonder why we sweat</w:t>
      </w:r>
      <w:proofErr w:type="gramStart"/>
      <w:r w:rsidRPr="007E22C3">
        <w:rPr>
          <w:rFonts w:ascii="Algerian" w:hAnsi="Algerian"/>
          <w:color w:val="FF0000"/>
          <w:sz w:val="32"/>
          <w:szCs w:val="32"/>
          <w:u w:val="single"/>
        </w:rPr>
        <w:t>?..</w:t>
      </w:r>
      <w:bookmarkStart w:id="0" w:name="_GoBack"/>
      <w:bookmarkEnd w:id="0"/>
      <w:proofErr w:type="gramEnd"/>
    </w:p>
    <w:p w:rsidR="007E22C3" w:rsidRDefault="007E22C3"/>
    <w:p w:rsidR="007E22C3" w:rsidRDefault="007E22C3">
      <w:r>
        <w:t>This is quite disturbing, something that most people don’t like to talk about, but I must go on, behold my explanation on sweat! I don’t like to talk about it either but there is some pretty cool information</w:t>
      </w:r>
      <w:r w:rsidR="00CD70FD">
        <w:t>.</w:t>
      </w:r>
    </w:p>
    <w:p w:rsidR="00CD70FD" w:rsidRPr="00CD70FD" w:rsidRDefault="00CD70FD">
      <w:r>
        <w:t xml:space="preserve">To start off with sweat helps your body to stay at an even temperature. Coiled tubes called </w:t>
      </w:r>
      <w:r w:rsidRPr="00CD70FD">
        <w:rPr>
          <w:b/>
        </w:rPr>
        <w:t>sweat glands</w:t>
      </w:r>
      <w:r>
        <w:rPr>
          <w:b/>
        </w:rPr>
        <w:t xml:space="preserve">, </w:t>
      </w:r>
      <w:r>
        <w:t xml:space="preserve">deep down in your skin generates watery sweat. Beads of sweat rise to the surface of your skin through tiny holes in your skin called paws and comes out. </w:t>
      </w:r>
    </w:p>
    <w:sectPr w:rsidR="00CD70FD" w:rsidRPr="00CD7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2C3"/>
    <w:rsid w:val="006158B5"/>
    <w:rsid w:val="007E22C3"/>
    <w:rsid w:val="00CD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98857FF6</Template>
  <TotalTime>17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2011-03-22T21:25:00Z</dcterms:created>
  <dcterms:modified xsi:type="dcterms:W3CDTF">2011-03-22T21:42:00Z</dcterms:modified>
</cp:coreProperties>
</file>